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385" w:rsidRPr="00EA3A38" w:rsidRDefault="002C4385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Уважаемые коллеги.</w:t>
      </w:r>
    </w:p>
    <w:p w:rsidR="002C4385" w:rsidRDefault="002C4385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В приложении форма отчета по урологии за 20</w:t>
      </w:r>
      <w:r>
        <w:rPr>
          <w:rFonts w:ascii="Times New Roman" w:hAnsi="Times New Roman"/>
          <w:sz w:val="28"/>
          <w:szCs w:val="28"/>
        </w:rPr>
        <w:t>23</w:t>
      </w:r>
      <w:r w:rsidRPr="00EA3A38"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t xml:space="preserve"> Форма отчета изменена. Просим обратить внимание. Неправильно заполненную форму отчета принимать не будем.</w:t>
      </w:r>
      <w:bookmarkStart w:id="0" w:name="_GoBack"/>
      <w:bookmarkEnd w:id="0"/>
    </w:p>
    <w:p w:rsidR="002C4385" w:rsidRDefault="002C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Убедительная просьба предоставить отчет до 26 января 2024 года. </w:t>
      </w:r>
    </w:p>
    <w:p w:rsidR="002C4385" w:rsidRDefault="002C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 заполнения отчета обращаться</w:t>
      </w:r>
    </w:p>
    <w:p w:rsidR="002C4385" w:rsidRDefault="002C4385" w:rsidP="009F55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2C4385" w:rsidRDefault="002C4385">
      <w:pPr>
        <w:rPr>
          <w:rFonts w:ascii="Times New Roman" w:hAnsi="Times New Roman"/>
          <w:sz w:val="28"/>
          <w:szCs w:val="28"/>
        </w:rPr>
      </w:pPr>
    </w:p>
    <w:p w:rsidR="002C4385" w:rsidRDefault="002C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Высылать заполненный отчет по адресу  на электронную почту:</w:t>
      </w:r>
    </w:p>
    <w:p w:rsidR="002C4385" w:rsidRDefault="002C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Атдуев Вагиф Ахметович – </w:t>
      </w:r>
      <w:hyperlink r:id="rId5" w:history="1"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atduev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2C4385" w:rsidRDefault="002C4385" w:rsidP="00CC32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2C4385" w:rsidRPr="0045473D" w:rsidRDefault="002C4385">
      <w:pPr>
        <w:rPr>
          <w:rFonts w:ascii="Times New Roman" w:hAnsi="Times New Roman"/>
          <w:sz w:val="28"/>
          <w:szCs w:val="28"/>
        </w:rPr>
      </w:pPr>
    </w:p>
    <w:sectPr w:rsidR="002C4385" w:rsidRPr="0045473D" w:rsidSect="00783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C0"/>
    <w:rsid w:val="0004481D"/>
    <w:rsid w:val="000A3746"/>
    <w:rsid w:val="001006A9"/>
    <w:rsid w:val="00274436"/>
    <w:rsid w:val="002C4385"/>
    <w:rsid w:val="00385132"/>
    <w:rsid w:val="0045473D"/>
    <w:rsid w:val="00473DF9"/>
    <w:rsid w:val="004C0C7F"/>
    <w:rsid w:val="0050164F"/>
    <w:rsid w:val="0054193A"/>
    <w:rsid w:val="005F0991"/>
    <w:rsid w:val="00622EB1"/>
    <w:rsid w:val="006C1FF0"/>
    <w:rsid w:val="00745BC0"/>
    <w:rsid w:val="00783C54"/>
    <w:rsid w:val="007D44CF"/>
    <w:rsid w:val="007F5CA4"/>
    <w:rsid w:val="00977A37"/>
    <w:rsid w:val="009E5194"/>
    <w:rsid w:val="009F55F0"/>
    <w:rsid w:val="00AF6480"/>
    <w:rsid w:val="00CC3212"/>
    <w:rsid w:val="00EA3A38"/>
    <w:rsid w:val="00ED2553"/>
    <w:rsid w:val="00F8069A"/>
    <w:rsid w:val="00FB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C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3A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du1972@mail.ru" TargetMode="External"/><Relationship Id="rId5" Type="http://schemas.openxmlformats.org/officeDocument/2006/relationships/hyperlink" Target="mailto:atduev@mail.ru" TargetMode="External"/><Relationship Id="rId4" Type="http://schemas.openxmlformats.org/officeDocument/2006/relationships/hyperlink" Target="mailto:vdu197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2014-11-26T18:02:00Z</dcterms:created>
  <dcterms:modified xsi:type="dcterms:W3CDTF">2023-11-22T06:32:00Z</dcterms:modified>
</cp:coreProperties>
</file>